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F1E2" w14:textId="08895341" w:rsidR="006E5D65" w:rsidRPr="006432D5" w:rsidRDefault="00CD6897" w:rsidP="5D8DDB10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D8678B" w:rsidRPr="5D8DDB10">
        <w:rPr>
          <w:rFonts w:ascii="Corbel" w:hAnsi="Corbel"/>
          <w:i/>
          <w:iCs/>
        </w:rPr>
        <w:t xml:space="preserve">Załącznik nr </w:t>
      </w:r>
      <w:r w:rsidR="006F31E2" w:rsidRPr="5D8DDB10">
        <w:rPr>
          <w:rFonts w:ascii="Corbel" w:hAnsi="Corbel"/>
          <w:i/>
          <w:iCs/>
        </w:rPr>
        <w:t>1.5</w:t>
      </w:r>
      <w:r w:rsidR="00D8678B" w:rsidRPr="5D8DDB10">
        <w:rPr>
          <w:rFonts w:ascii="Corbel" w:hAnsi="Corbel"/>
          <w:i/>
          <w:iCs/>
        </w:rPr>
        <w:t xml:space="preserve"> do Zarządzenia</w:t>
      </w:r>
      <w:r w:rsidR="002A22BF" w:rsidRPr="5D8DDB10">
        <w:rPr>
          <w:rFonts w:ascii="Corbel" w:hAnsi="Corbel"/>
          <w:i/>
          <w:iCs/>
        </w:rPr>
        <w:t xml:space="preserve"> Rektora UR </w:t>
      </w:r>
      <w:r w:rsidRPr="5D8DDB10">
        <w:rPr>
          <w:rFonts w:ascii="Corbel" w:hAnsi="Corbel"/>
          <w:i/>
          <w:iCs/>
        </w:rPr>
        <w:t xml:space="preserve">nr </w:t>
      </w:r>
      <w:r w:rsidR="00F17567" w:rsidRPr="5D8DDB10">
        <w:rPr>
          <w:rFonts w:ascii="Corbel" w:hAnsi="Corbel"/>
          <w:i/>
          <w:iCs/>
        </w:rPr>
        <w:t>12/2019</w:t>
      </w: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75EE16D2" w14:textId="50D098B3" w:rsidR="006432D5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B0D8D">
        <w:rPr>
          <w:rFonts w:ascii="Corbel" w:hAnsi="Corbel"/>
          <w:i/>
          <w:smallCaps/>
          <w:sz w:val="24"/>
          <w:szCs w:val="24"/>
        </w:rPr>
        <w:t>20</w:t>
      </w:r>
      <w:r w:rsidR="009D6B2D">
        <w:rPr>
          <w:rFonts w:ascii="Corbel" w:hAnsi="Corbel"/>
          <w:i/>
          <w:smallCaps/>
          <w:sz w:val="24"/>
          <w:szCs w:val="24"/>
        </w:rPr>
        <w:t>19</w:t>
      </w:r>
      <w:r w:rsidR="00EB0D8D">
        <w:rPr>
          <w:rFonts w:ascii="Corbel" w:hAnsi="Corbel"/>
          <w:i/>
          <w:smallCaps/>
          <w:sz w:val="24"/>
          <w:szCs w:val="24"/>
        </w:rPr>
        <w:t>-202</w:t>
      </w:r>
      <w:r w:rsidR="009D6B2D">
        <w:rPr>
          <w:rFonts w:ascii="Corbel" w:hAnsi="Corbel"/>
          <w:i/>
          <w:smallCaps/>
          <w:sz w:val="24"/>
          <w:szCs w:val="24"/>
        </w:rPr>
        <w:t>2</w:t>
      </w:r>
    </w:p>
    <w:p w14:paraId="6E4997E8" w14:textId="067401EA" w:rsidR="00445970" w:rsidRPr="006432D5" w:rsidRDefault="00445970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9D6B2D">
        <w:rPr>
          <w:rFonts w:ascii="Corbel" w:hAnsi="Corbel"/>
          <w:sz w:val="20"/>
          <w:szCs w:val="20"/>
        </w:rPr>
        <w:t>1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9D6B2D">
        <w:rPr>
          <w:rFonts w:ascii="Corbel" w:hAnsi="Corbel"/>
          <w:sz w:val="20"/>
          <w:szCs w:val="20"/>
        </w:rPr>
        <w:t>2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5B810A36" w:rsidR="0085747A" w:rsidRPr="006432D5" w:rsidRDefault="009D6B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6432D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Wykł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Konw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Sem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Prakt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23493D9D" w:rsidR="00015B8F" w:rsidRPr="006432D5" w:rsidRDefault="009D6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2401B826" w:rsidR="00015B8F" w:rsidRPr="006432D5" w:rsidRDefault="009D6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30560FF8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2D16895F" w14:textId="5344ABE0" w:rsidR="001C56FF" w:rsidRPr="006432D5" w:rsidRDefault="001C56FF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</w:t>
            </w:r>
            <w:proofErr w:type="spellStart"/>
            <w:r w:rsidRPr="006432D5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Potrafi wykorzystać wiedzę w doborze metod i narzędzi 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lastRenderedPageBreak/>
              <w:t>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533CF316" w:rsidR="007C1A39" w:rsidRPr="006432D5" w:rsidRDefault="041A43C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5E78E281" w:rsidR="007C1A39" w:rsidRPr="006432D5" w:rsidRDefault="4B1171F6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2C9C4975"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ekonomicznego. Fazy wzrostu i cykle koniunkturalne. Przyczyny cykliczności rozwoju wg koncepcji </w:t>
            </w:r>
            <w:proofErr w:type="spellStart"/>
            <w:r w:rsidRPr="006432D5">
              <w:rPr>
                <w:rFonts w:ascii="Corbel" w:hAnsi="Corbel"/>
                <w:sz w:val="24"/>
                <w:szCs w:val="24"/>
              </w:rPr>
              <w:t>endo</w:t>
            </w:r>
            <w:proofErr w:type="spellEnd"/>
            <w:r w:rsidRPr="006432D5">
              <w:rPr>
                <w:rFonts w:ascii="Corbel" w:hAnsi="Corbel"/>
                <w:sz w:val="24"/>
                <w:szCs w:val="24"/>
              </w:rPr>
              <w:t>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proofErr w:type="spellStart"/>
      <w:r w:rsidRPr="006432D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6432D5">
        <w:rPr>
          <w:rFonts w:ascii="Corbel" w:hAnsi="Corbel"/>
          <w:b w:val="0"/>
          <w:smallCaps w:val="0"/>
          <w:szCs w:val="24"/>
        </w:rPr>
        <w:t>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432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432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lastRenderedPageBreak/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7F32354A" w:rsidR="0085747A" w:rsidRPr="006432D5" w:rsidRDefault="009D6B2D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432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432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4CEA7513" w:rsidR="00C61DC5" w:rsidRPr="006432D5" w:rsidRDefault="009D6B2D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Becla</w:t>
            </w:r>
            <w:proofErr w:type="spellEnd"/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 xml:space="preserve">M. Leszczyńska, Efekty </w:t>
            </w:r>
            <w:proofErr w:type="spellStart"/>
            <w:r w:rsidRPr="008D2457">
              <w:rPr>
                <w:rFonts w:ascii="Corbel" w:hAnsi="Corbel"/>
                <w:b w:val="0"/>
                <w:smallCaps w:val="0"/>
              </w:rPr>
              <w:t>procesow</w:t>
            </w:r>
            <w:proofErr w:type="spellEnd"/>
            <w:r w:rsidRPr="008D2457">
              <w:rPr>
                <w:rFonts w:ascii="Corbel" w:hAnsi="Corbel"/>
                <w:b w:val="0"/>
                <w:smallCaps w:val="0"/>
              </w:rPr>
              <w:t xml:space="preserve">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 v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umovah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globalìzacìï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: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problemi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,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tendencìï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,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perspektivi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: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zbìrnik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materìalìv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III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mìžnarodnoï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naukovo-praktičnoï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ìnternet-konferencìï</w:t>
            </w:r>
            <w:proofErr w:type="spellEnd"/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 xml:space="preserve">red. V.M. </w:t>
            </w:r>
            <w:proofErr w:type="spellStart"/>
            <w:r w:rsidR="74F04409" w:rsidRPr="008D2457">
              <w:rPr>
                <w:rFonts w:ascii="Corbel" w:hAnsi="Corbel"/>
                <w:b w:val="0"/>
                <w:smallCaps w:val="0"/>
              </w:rPr>
              <w:t>Sapoval</w:t>
            </w:r>
            <w:proofErr w:type="spellEnd"/>
            <w:r w:rsidR="74F04409" w:rsidRPr="008D2457">
              <w:rPr>
                <w:rFonts w:ascii="Corbel" w:hAnsi="Corbel"/>
                <w:b w:val="0"/>
                <w:smallCaps w:val="0"/>
              </w:rPr>
              <w:t>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906E7" w14:textId="77777777" w:rsidR="004974F8" w:rsidRDefault="004974F8" w:rsidP="00C16ABF">
      <w:pPr>
        <w:spacing w:after="0" w:line="240" w:lineRule="auto"/>
      </w:pPr>
      <w:r>
        <w:separator/>
      </w:r>
    </w:p>
  </w:endnote>
  <w:endnote w:type="continuationSeparator" w:id="0">
    <w:p w14:paraId="42E5124E" w14:textId="77777777" w:rsidR="004974F8" w:rsidRDefault="004974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F48D48" w14:textId="77777777" w:rsidR="004974F8" w:rsidRDefault="004974F8" w:rsidP="00C16ABF">
      <w:pPr>
        <w:spacing w:after="0" w:line="240" w:lineRule="auto"/>
      </w:pPr>
      <w:r>
        <w:separator/>
      </w:r>
    </w:p>
  </w:footnote>
  <w:footnote w:type="continuationSeparator" w:id="0">
    <w:p w14:paraId="59E6F00E" w14:textId="77777777" w:rsidR="004974F8" w:rsidRDefault="004974F8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974F8"/>
    <w:rsid w:val="004A3EEA"/>
    <w:rsid w:val="004A4D1F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D6B2D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37AC4-8A91-4025-8C13-28987F102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0524F5-245F-4BA0-BC82-7C581EC87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1848</Words>
  <Characters>11092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33</cp:revision>
  <cp:lastPrinted>2019-02-06T12:12:00Z</cp:lastPrinted>
  <dcterms:created xsi:type="dcterms:W3CDTF">2020-10-22T19:24:00Z</dcterms:created>
  <dcterms:modified xsi:type="dcterms:W3CDTF">2020-12-11T05:35:00Z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